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1C" w:rsidRPr="009913B5" w:rsidRDefault="00DE0FAB" w:rsidP="004212D0">
      <w:pPr>
        <w:pStyle w:val="1"/>
        <w:spacing w:before="120" w:after="60"/>
        <w:rPr>
          <w:color w:val="C00000"/>
        </w:rPr>
      </w:pPr>
      <w:r w:rsidRPr="009913B5">
        <w:rPr>
          <w:noProof/>
          <w:color w:val="C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1859915</wp:posOffset>
            </wp:positionH>
            <wp:positionV relativeFrom="paragraph">
              <wp:posOffset>-219710</wp:posOffset>
            </wp:positionV>
            <wp:extent cx="647700" cy="506276"/>
            <wp:effectExtent l="0" t="0" r="0" b="825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81" t="56900" b="136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06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751C" w:rsidRPr="009913B5">
        <w:rPr>
          <w:color w:val="C00000"/>
        </w:rPr>
        <w:t>МАРШРУТНЫЙ ЛИСТ КОМАНДЫ «СЛУШАТЕЛИ»</w:t>
      </w:r>
    </w:p>
    <w:tbl>
      <w:tblPr>
        <w:tblStyle w:val="af"/>
        <w:tblW w:w="14879" w:type="dxa"/>
        <w:tblLayout w:type="fixed"/>
        <w:tblLook w:val="04A0" w:firstRow="1" w:lastRow="0" w:firstColumn="1" w:lastColumn="0" w:noHBand="0" w:noVBand="1"/>
      </w:tblPr>
      <w:tblGrid>
        <w:gridCol w:w="1555"/>
        <w:gridCol w:w="2474"/>
        <w:gridCol w:w="3683"/>
        <w:gridCol w:w="1890"/>
        <w:gridCol w:w="3860"/>
        <w:gridCol w:w="1417"/>
      </w:tblGrid>
      <w:tr w:rsidR="00A8751C" w:rsidTr="004212D0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751C" w:rsidRPr="00DE0FAB" w:rsidRDefault="00A8751C" w:rsidP="00DE0FAB">
            <w:pPr>
              <w:pStyle w:val="a3"/>
              <w:ind w:firstLine="0"/>
              <w:jc w:val="center"/>
              <w:rPr>
                <w:b/>
              </w:rPr>
            </w:pPr>
            <w:r w:rsidRPr="00DE0FAB">
              <w:rPr>
                <w:b/>
              </w:rPr>
              <w:t>№ станции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751C" w:rsidRPr="00DE0FAB" w:rsidRDefault="00A8751C" w:rsidP="000F7571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DE0FAB">
              <w:rPr>
                <w:b/>
              </w:rPr>
              <w:t>Название станции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751C" w:rsidRPr="00DE0FAB" w:rsidRDefault="00A8751C" w:rsidP="00DE0FAB">
            <w:pPr>
              <w:pStyle w:val="a3"/>
              <w:ind w:firstLine="0"/>
              <w:jc w:val="center"/>
              <w:rPr>
                <w:b/>
              </w:rPr>
            </w:pPr>
            <w:r w:rsidRPr="00DE0FAB">
              <w:rPr>
                <w:b/>
              </w:rPr>
              <w:t>Задание команды</w:t>
            </w: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751C" w:rsidRPr="00DE0FAB" w:rsidRDefault="00A8751C" w:rsidP="00DE0FAB">
            <w:pPr>
              <w:pStyle w:val="a3"/>
              <w:ind w:firstLine="0"/>
              <w:jc w:val="center"/>
              <w:rPr>
                <w:b/>
              </w:rPr>
            </w:pPr>
            <w:r w:rsidRPr="00DE0FAB">
              <w:rPr>
                <w:b/>
              </w:rPr>
              <w:t>Ответ / работа команды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751C" w:rsidRPr="00DE0FAB" w:rsidRDefault="00A8751C" w:rsidP="00DE0FAB">
            <w:pPr>
              <w:pStyle w:val="a3"/>
              <w:ind w:firstLine="0"/>
              <w:jc w:val="center"/>
              <w:rPr>
                <w:b/>
              </w:rPr>
            </w:pPr>
            <w:r w:rsidRPr="00DE0FAB">
              <w:rPr>
                <w:b/>
              </w:rPr>
              <w:t>Отметка учителя</w:t>
            </w:r>
          </w:p>
        </w:tc>
      </w:tr>
      <w:tr w:rsidR="00A8751C" w:rsidTr="00DE0FAB">
        <w:trPr>
          <w:trHeight w:val="179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1C" w:rsidRPr="004212D0" w:rsidRDefault="00A8751C" w:rsidP="004212D0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4212D0">
              <w:rPr>
                <w:b/>
                <w:color w:val="FF0000"/>
                <w:sz w:val="44"/>
                <w:szCs w:val="44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1C" w:rsidRDefault="00DE0FAB" w:rsidP="000F7571">
            <w:pPr>
              <w:pStyle w:val="a3"/>
              <w:spacing w:before="60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22BCC5E6" wp14:editId="3F00D342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496570</wp:posOffset>
                  </wp:positionV>
                  <wp:extent cx="666750" cy="66675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751C">
              <w:t xml:space="preserve">«Искра эфира» </w:t>
            </w:r>
            <w:r w:rsidR="00A8751C">
              <w:br/>
              <w:t>(1925 г.)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1C" w:rsidRPr="00A8751C" w:rsidRDefault="00A8751C" w:rsidP="00A8751C">
            <w:pPr>
              <w:pStyle w:val="a3"/>
              <w:jc w:val="left"/>
            </w:pPr>
            <w:r w:rsidRPr="00A8751C">
              <w:t>Определите, что в</w:t>
            </w:r>
            <w:r>
              <w:rPr>
                <w:lang w:val="be-BY"/>
              </w:rPr>
              <w:t> </w:t>
            </w:r>
            <w:r w:rsidRPr="00A8751C">
              <w:t>радиоэфире 1925 года удивило бы слушателя. Запишите одно ключевое слово и одно чувство.</w:t>
            </w: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1C" w:rsidRPr="00DE0FAB" w:rsidRDefault="00A8751C" w:rsidP="00DE0FAB">
            <w:pPr>
              <w:pStyle w:val="a3"/>
              <w:ind w:firstLine="0"/>
              <w:rPr>
                <w:sz w:val="24"/>
                <w:szCs w:val="22"/>
                <w:lang w:val="be-BY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E0FAB">
              <w:rPr>
                <w:lang w:val="be-BY"/>
              </w:rPr>
              <w:t>____</w:t>
            </w:r>
            <w: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1C" w:rsidRDefault="00A8751C" w:rsidP="00A8751C">
            <w:pPr>
              <w:pStyle w:val="a3"/>
            </w:pPr>
          </w:p>
        </w:tc>
      </w:tr>
      <w:tr w:rsidR="00A8751C" w:rsidTr="00DE0FAB">
        <w:trPr>
          <w:trHeight w:val="182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1C" w:rsidRPr="004212D0" w:rsidRDefault="00A8751C" w:rsidP="004212D0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4212D0">
              <w:rPr>
                <w:b/>
                <w:color w:val="FF0000"/>
                <w:sz w:val="44"/>
                <w:szCs w:val="44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1C" w:rsidRDefault="00DE0FAB" w:rsidP="000F7571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rPr>
                <w:noProof/>
                <w:szCs w:val="22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1DB5687D" wp14:editId="53765143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372110</wp:posOffset>
                  </wp:positionV>
                  <wp:extent cx="752475" cy="752475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7571">
              <w:t>«Голоса Победы»</w:t>
            </w:r>
            <w:r w:rsidR="00A8751C">
              <w:br/>
              <w:t>(1941–1945 гг.)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1C" w:rsidRPr="00A8751C" w:rsidRDefault="00A8751C" w:rsidP="006F5053">
            <w:pPr>
              <w:pStyle w:val="a3"/>
              <w:jc w:val="left"/>
            </w:pPr>
            <w:r w:rsidRPr="00A8751C">
              <w:t>Подберите три слова, выражающих смысл Победы. Отметьте, было</w:t>
            </w:r>
            <w:r w:rsidR="006F5053">
              <w:t> </w:t>
            </w:r>
            <w:r w:rsidRPr="00A8751C">
              <w:t>ли сообщение понятным и</w:t>
            </w:r>
            <w:r>
              <w:rPr>
                <w:lang w:val="be-BY"/>
              </w:rPr>
              <w:t> </w:t>
            </w:r>
            <w:r w:rsidRPr="00A8751C">
              <w:t>уместным.</w:t>
            </w: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1C" w:rsidRDefault="00A8751C" w:rsidP="00DE0FAB">
            <w:pPr>
              <w:pStyle w:val="a3"/>
              <w:ind w:firstLine="0"/>
              <w:rPr>
                <w:sz w:val="24"/>
                <w:szCs w:val="22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</w:t>
            </w:r>
            <w: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1C" w:rsidRDefault="00A8751C" w:rsidP="00A8751C">
            <w:pPr>
              <w:pStyle w:val="a3"/>
            </w:pPr>
          </w:p>
        </w:tc>
      </w:tr>
      <w:tr w:rsidR="00A8751C" w:rsidTr="00DE0FA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1C" w:rsidRPr="004212D0" w:rsidRDefault="00A8751C" w:rsidP="004212D0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4212D0">
              <w:rPr>
                <w:b/>
                <w:color w:val="FF0000"/>
                <w:sz w:val="44"/>
                <w:szCs w:val="44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1C" w:rsidRPr="00A8751C" w:rsidRDefault="00A8751C" w:rsidP="000F7571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rPr>
                <w:noProof/>
                <w:szCs w:val="22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D18469C" wp14:editId="2759D59F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569621</wp:posOffset>
                  </wp:positionV>
                  <wp:extent cx="368322" cy="434975"/>
                  <wp:effectExtent l="0" t="0" r="0" b="3175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22" cy="434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8751C">
              <w:t xml:space="preserve">«Когда радио стало видеть» </w:t>
            </w:r>
            <w:r w:rsidRPr="00A8751C">
              <w:br/>
              <w:t>(1950–1980-е гг.)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1C" w:rsidRPr="00A8751C" w:rsidRDefault="00A8751C" w:rsidP="006F5053">
            <w:pPr>
              <w:pStyle w:val="a3"/>
              <w:jc w:val="left"/>
            </w:pPr>
            <w:r w:rsidRPr="00A8751C">
              <w:t xml:space="preserve">Выберите звуки, подходящие для </w:t>
            </w:r>
            <w:proofErr w:type="spellStart"/>
            <w:r w:rsidRPr="00A8751C">
              <w:t>радиоспектакля</w:t>
            </w:r>
            <w:proofErr w:type="spellEnd"/>
            <w:r w:rsidRPr="00A8751C">
              <w:t xml:space="preserve">, </w:t>
            </w:r>
            <w:r w:rsidR="006F5053">
              <w:br/>
            </w:r>
            <w:r w:rsidRPr="00A8751C">
              <w:t>и запишите один вывод о</w:t>
            </w:r>
            <w:r w:rsidR="006F5053">
              <w:t> </w:t>
            </w:r>
            <w:r w:rsidRPr="00A8751C">
              <w:t>роли радиотеатра.</w:t>
            </w: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1C" w:rsidRDefault="00A8751C" w:rsidP="00DE0FAB">
            <w:pPr>
              <w:pStyle w:val="a3"/>
              <w:ind w:firstLine="0"/>
              <w:rPr>
                <w:sz w:val="24"/>
                <w:szCs w:val="22"/>
              </w:rPr>
            </w:pPr>
            <w:r>
              <w:t>____________________________________________________________________________________________________________________________________________________________</w:t>
            </w:r>
            <w: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1C" w:rsidRDefault="00A8751C" w:rsidP="00A8751C">
            <w:pPr>
              <w:pStyle w:val="a3"/>
            </w:pPr>
          </w:p>
        </w:tc>
      </w:tr>
      <w:tr w:rsidR="00A8751C" w:rsidRPr="004212D0" w:rsidTr="00DE0FAB">
        <w:trPr>
          <w:trHeight w:val="24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1C" w:rsidRPr="004212D0" w:rsidRDefault="00A8751C" w:rsidP="004212D0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4212D0">
              <w:rPr>
                <w:b/>
                <w:color w:val="FF0000"/>
                <w:sz w:val="44"/>
                <w:szCs w:val="44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1C" w:rsidRPr="00DE0FAB" w:rsidRDefault="00A8751C" w:rsidP="000F7571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rPr>
                <w:noProof/>
                <w:szCs w:val="2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C64ED7C" wp14:editId="06F774C8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854710</wp:posOffset>
                  </wp:positionV>
                  <wp:extent cx="771525" cy="771525"/>
                  <wp:effectExtent l="0" t="0" r="9525" b="9525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E0FAB">
              <w:t>«Современные радиостанции и</w:t>
            </w:r>
            <w:r w:rsidR="000F7571">
              <w:rPr>
                <w:lang w:val="be-BY"/>
              </w:rPr>
              <w:t> </w:t>
            </w:r>
            <w:r w:rsidRPr="00DE0FAB">
              <w:t>цифровая волна»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053" w:rsidRDefault="00A8751C" w:rsidP="00A8751C">
            <w:pPr>
              <w:pStyle w:val="a3"/>
              <w:jc w:val="left"/>
            </w:pPr>
            <w:r>
              <w:t xml:space="preserve">Соотнесите названия радиостанций и их тематику. </w:t>
            </w:r>
          </w:p>
          <w:p w:rsidR="00A8751C" w:rsidRDefault="00A8751C" w:rsidP="00A8751C">
            <w:pPr>
              <w:pStyle w:val="a3"/>
              <w:jc w:val="left"/>
            </w:pPr>
            <w:r>
              <w:t>Запишите одно правило ответственного слушателя.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751C" w:rsidRPr="003529D2" w:rsidRDefault="00A8751C" w:rsidP="006F5053">
            <w:pPr>
              <w:pStyle w:val="a3"/>
              <w:spacing w:before="60"/>
              <w:ind w:firstLine="0"/>
              <w:jc w:val="left"/>
              <w:rPr>
                <w:sz w:val="26"/>
                <w:szCs w:val="26"/>
              </w:rPr>
            </w:pPr>
            <w:r w:rsidRPr="003529D2">
              <w:rPr>
                <w:rFonts w:eastAsia="Times New Roman"/>
                <w:sz w:val="26"/>
                <w:szCs w:val="26"/>
                <w:lang w:eastAsia="ru-RU"/>
              </w:rPr>
              <w:t>«Беларусь»</w:t>
            </w: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sz w:val="26"/>
                <w:szCs w:val="26"/>
              </w:rPr>
            </w:pPr>
            <w:r w:rsidRPr="003529D2">
              <w:rPr>
                <w:rFonts w:eastAsia="Times New Roman"/>
                <w:sz w:val="26"/>
                <w:szCs w:val="26"/>
                <w:lang w:eastAsia="ru-RU"/>
              </w:rPr>
              <w:t>«Культура»</w:t>
            </w: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sz w:val="26"/>
                <w:szCs w:val="26"/>
              </w:rPr>
            </w:pPr>
            <w:r w:rsidRPr="003529D2">
              <w:rPr>
                <w:rFonts w:eastAsia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3529D2">
              <w:rPr>
                <w:rFonts w:eastAsia="Times New Roman"/>
                <w:sz w:val="26"/>
                <w:szCs w:val="26"/>
                <w:lang w:eastAsia="ru-RU"/>
              </w:rPr>
              <w:t>Сталіца</w:t>
            </w:r>
            <w:proofErr w:type="spellEnd"/>
            <w:r w:rsidRPr="003529D2">
              <w:rPr>
                <w:rFonts w:eastAsia="Times New Roman"/>
                <w:sz w:val="26"/>
                <w:szCs w:val="26"/>
                <w:lang w:eastAsia="ru-RU"/>
              </w:rPr>
              <w:t>»</w:t>
            </w: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A8751C" w:rsidRDefault="00A8751C" w:rsidP="00DE0FAB">
            <w:pPr>
              <w:pStyle w:val="a3"/>
              <w:ind w:firstLine="0"/>
              <w:jc w:val="left"/>
              <w:rPr>
                <w:szCs w:val="24"/>
              </w:rPr>
            </w:pPr>
            <w:r w:rsidRPr="003529D2">
              <w:rPr>
                <w:rFonts w:eastAsia="Times New Roman"/>
                <w:sz w:val="26"/>
                <w:szCs w:val="26"/>
                <w:lang w:eastAsia="ru-RU"/>
              </w:rPr>
              <w:t>«Радиус-</w:t>
            </w:r>
            <w:proofErr w:type="gramStart"/>
            <w:r w:rsidRPr="003529D2">
              <w:rPr>
                <w:rFonts w:eastAsia="Times New Roman"/>
                <w:sz w:val="26"/>
                <w:szCs w:val="26"/>
                <w:lang w:eastAsia="ru-RU"/>
              </w:rPr>
              <w:t>FM</w:t>
            </w:r>
            <w:proofErr w:type="gramEnd"/>
            <w:r w:rsidRPr="003529D2">
              <w:rPr>
                <w:rFonts w:eastAsia="Times New Roman"/>
                <w:sz w:val="26"/>
                <w:szCs w:val="26"/>
                <w:lang w:eastAsia="ru-RU"/>
              </w:rPr>
              <w:t>»</w:t>
            </w:r>
          </w:p>
          <w:p w:rsidR="00A8751C" w:rsidRDefault="00A8751C" w:rsidP="00DE0FAB">
            <w:pPr>
              <w:pStyle w:val="a3"/>
              <w:ind w:firstLine="0"/>
              <w:jc w:val="left"/>
              <w:rPr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51C" w:rsidRPr="003529D2" w:rsidRDefault="00A8751C" w:rsidP="006F5053">
            <w:pPr>
              <w:pStyle w:val="a3"/>
              <w:spacing w:before="60"/>
              <w:ind w:firstLine="0"/>
              <w:jc w:val="left"/>
              <w:rPr>
                <w:sz w:val="26"/>
                <w:szCs w:val="26"/>
              </w:rPr>
            </w:pPr>
            <w:r w:rsidRPr="003529D2">
              <w:rPr>
                <w:rFonts w:eastAsia="Times New Roman"/>
                <w:sz w:val="26"/>
                <w:szCs w:val="26"/>
                <w:lang w:eastAsia="ru-RU"/>
              </w:rPr>
              <w:t>Голос столицы</w:t>
            </w: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sz w:val="26"/>
                <w:szCs w:val="26"/>
              </w:rPr>
            </w:pP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sz w:val="26"/>
                <w:szCs w:val="26"/>
              </w:rPr>
            </w:pPr>
            <w:r w:rsidRPr="003529D2">
              <w:rPr>
                <w:rFonts w:eastAsia="Times New Roman"/>
                <w:sz w:val="26"/>
                <w:szCs w:val="26"/>
                <w:lang w:eastAsia="ru-RU"/>
              </w:rPr>
              <w:t>Молодёжная музыка</w:t>
            </w: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sz w:val="26"/>
                <w:szCs w:val="26"/>
              </w:rPr>
            </w:pP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sz w:val="26"/>
                <w:szCs w:val="26"/>
              </w:rPr>
            </w:pPr>
            <w:r w:rsidRPr="003529D2">
              <w:rPr>
                <w:rFonts w:eastAsia="Times New Roman"/>
                <w:sz w:val="26"/>
                <w:szCs w:val="26"/>
                <w:lang w:eastAsia="ru-RU"/>
              </w:rPr>
              <w:t>Новости из сферы культуры и</w:t>
            </w:r>
            <w:r w:rsidR="003529D2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Pr="003529D2">
              <w:rPr>
                <w:rFonts w:eastAsia="Times New Roman"/>
                <w:sz w:val="26"/>
                <w:szCs w:val="26"/>
                <w:lang w:eastAsia="ru-RU"/>
              </w:rPr>
              <w:t>искусства</w:t>
            </w:r>
          </w:p>
          <w:p w:rsidR="00A8751C" w:rsidRPr="003529D2" w:rsidRDefault="00A8751C" w:rsidP="00DE0FAB">
            <w:pPr>
              <w:pStyle w:val="a3"/>
              <w:ind w:firstLine="0"/>
              <w:jc w:val="left"/>
              <w:rPr>
                <w:sz w:val="26"/>
                <w:szCs w:val="26"/>
              </w:rPr>
            </w:pPr>
          </w:p>
          <w:p w:rsidR="00A8751C" w:rsidRDefault="00A8751C" w:rsidP="003529D2">
            <w:pPr>
              <w:pStyle w:val="a3"/>
              <w:ind w:firstLine="0"/>
              <w:jc w:val="left"/>
              <w:rPr>
                <w:szCs w:val="24"/>
              </w:rPr>
            </w:pPr>
            <w:r w:rsidRPr="003529D2">
              <w:rPr>
                <w:rFonts w:eastAsia="Times New Roman"/>
                <w:sz w:val="26"/>
                <w:szCs w:val="26"/>
                <w:lang w:eastAsia="ru-RU"/>
              </w:rPr>
              <w:t>Новости и</w:t>
            </w:r>
            <w:r w:rsidR="003529D2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bookmarkStart w:id="0" w:name="_GoBack"/>
            <w:bookmarkEnd w:id="0"/>
            <w:r w:rsidRPr="003529D2">
              <w:rPr>
                <w:rFonts w:eastAsia="Times New Roman"/>
                <w:sz w:val="26"/>
                <w:szCs w:val="26"/>
                <w:lang w:eastAsia="ru-RU"/>
              </w:rPr>
              <w:t>передачи для всей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1C" w:rsidRDefault="00A8751C" w:rsidP="00A8751C">
            <w:pPr>
              <w:pStyle w:val="a3"/>
              <w:rPr>
                <w:szCs w:val="22"/>
              </w:rPr>
            </w:pPr>
          </w:p>
        </w:tc>
      </w:tr>
    </w:tbl>
    <w:p w:rsidR="00DB34D2" w:rsidRPr="006F5053" w:rsidRDefault="00DB34D2" w:rsidP="006F5053">
      <w:pPr>
        <w:rPr>
          <w:sz w:val="2"/>
          <w:lang w:val="ru-RU"/>
        </w:rPr>
      </w:pPr>
    </w:p>
    <w:sectPr w:rsidR="00DB34D2" w:rsidRPr="006F5053" w:rsidSect="00A8751C">
      <w:headerReference w:type="default" r:id="rId12"/>
      <w:footerReference w:type="default" r:id="rId13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31" w:rsidRDefault="001E1C31" w:rsidP="00AA1ABA">
      <w:pPr>
        <w:spacing w:after="0" w:line="240" w:lineRule="auto"/>
      </w:pPr>
      <w:r>
        <w:separator/>
      </w:r>
    </w:p>
  </w:endnote>
  <w:endnote w:type="continuationSeparator" w:id="0">
    <w:p w:rsidR="001E1C31" w:rsidRDefault="001E1C31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3529D2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1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31" w:rsidRDefault="001E1C31" w:rsidP="00AA1ABA">
      <w:pPr>
        <w:spacing w:after="0" w:line="240" w:lineRule="auto"/>
      </w:pPr>
      <w:r>
        <w:separator/>
      </w:r>
    </w:p>
  </w:footnote>
  <w:footnote w:type="continuationSeparator" w:id="0">
    <w:p w:rsidR="001E1C31" w:rsidRDefault="001E1C31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DE0FAB" w:rsidP="004212D0">
    <w:pPr>
      <w:pStyle w:val="ab"/>
      <w:spacing w:after="60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  <w:lang w:val="be-BY"/>
      </w:rPr>
      <w:t>Е. Н. Могилевец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10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1C"/>
    <w:rsid w:val="0003005E"/>
    <w:rsid w:val="000A2619"/>
    <w:rsid w:val="000F7571"/>
    <w:rsid w:val="00101B76"/>
    <w:rsid w:val="00160494"/>
    <w:rsid w:val="001D7A3B"/>
    <w:rsid w:val="001E1C31"/>
    <w:rsid w:val="00240C65"/>
    <w:rsid w:val="00295FE3"/>
    <w:rsid w:val="002D1E2D"/>
    <w:rsid w:val="003529D2"/>
    <w:rsid w:val="003A3332"/>
    <w:rsid w:val="004212D0"/>
    <w:rsid w:val="004334D6"/>
    <w:rsid w:val="004C3F9F"/>
    <w:rsid w:val="004D70F6"/>
    <w:rsid w:val="0055343A"/>
    <w:rsid w:val="00572542"/>
    <w:rsid w:val="00673AA5"/>
    <w:rsid w:val="006F5053"/>
    <w:rsid w:val="00732082"/>
    <w:rsid w:val="007B2EB3"/>
    <w:rsid w:val="007F6D02"/>
    <w:rsid w:val="0085564F"/>
    <w:rsid w:val="00871117"/>
    <w:rsid w:val="008903B3"/>
    <w:rsid w:val="008D1620"/>
    <w:rsid w:val="00904715"/>
    <w:rsid w:val="009913B5"/>
    <w:rsid w:val="00A8751C"/>
    <w:rsid w:val="00AA1ABA"/>
    <w:rsid w:val="00B02534"/>
    <w:rsid w:val="00B4276C"/>
    <w:rsid w:val="00C20DE6"/>
    <w:rsid w:val="00C25908"/>
    <w:rsid w:val="00DB34D2"/>
    <w:rsid w:val="00DD023A"/>
    <w:rsid w:val="00DE0FAB"/>
    <w:rsid w:val="00DE57A4"/>
    <w:rsid w:val="00EA3EEE"/>
    <w:rsid w:val="00F1267E"/>
    <w:rsid w:val="00F2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51C"/>
    <w:pPr>
      <w:spacing w:after="200" w:line="276" w:lineRule="auto"/>
    </w:pPr>
    <w:rPr>
      <w:rFonts w:ascii="Cambria" w:eastAsiaTheme="minorEastAsia" w:hAnsi="Cambria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eastAsiaTheme="minorHAnsi" w:hAnsi="Times New Roman"/>
      <w:sz w:val="28"/>
      <w:szCs w:val="28"/>
      <w:lang w:val="ru-RU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eastAsiaTheme="minorHAnsi" w:hAnsi="Pragmatica" w:cs="Pragmatica"/>
      <w:color w:val="000000"/>
      <w:sz w:val="28"/>
      <w:szCs w:val="28"/>
      <w:lang w:val="ru-RU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val="ru-RU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ru-RU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51C"/>
    <w:pPr>
      <w:spacing w:after="200" w:line="276" w:lineRule="auto"/>
    </w:pPr>
    <w:rPr>
      <w:rFonts w:ascii="Cambria" w:eastAsiaTheme="minorEastAsia" w:hAnsi="Cambria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eastAsiaTheme="minorHAnsi" w:hAnsi="Times New Roman"/>
      <w:sz w:val="28"/>
      <w:szCs w:val="28"/>
      <w:lang w:val="ru-RU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eastAsiaTheme="minorHAnsi" w:hAnsi="Pragmatica" w:cs="Pragmatica"/>
      <w:color w:val="000000"/>
      <w:sz w:val="28"/>
      <w:szCs w:val="28"/>
      <w:lang w:val="ru-RU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val="ru-RU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ru-RU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17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Яна Капуста</cp:lastModifiedBy>
  <cp:revision>4</cp:revision>
  <dcterms:created xsi:type="dcterms:W3CDTF">2025-10-29T05:28:00Z</dcterms:created>
  <dcterms:modified xsi:type="dcterms:W3CDTF">2025-10-29T10:58:00Z</dcterms:modified>
</cp:coreProperties>
</file>